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B8F" w:rsidRPr="00447B8F" w:rsidRDefault="00403259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 </w:t>
      </w:r>
      <w:r w:rsidR="00932565"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 w:rsidR="00932565">
        <w:rPr>
          <w:rFonts w:ascii="Arial" w:hAnsi="Arial" w:cs="Arial"/>
          <w:b/>
        </w:rPr>
        <w:t xml:space="preserve"> </w:t>
      </w:r>
    </w:p>
    <w:p w:rsidR="00A11996" w:rsidRDefault="0093256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</w:t>
      </w:r>
      <w:r w:rsidR="00A11996">
        <w:rPr>
          <w:rFonts w:ascii="Arial" w:hAnsi="Arial" w:cs="Arial"/>
          <w:b/>
        </w:rPr>
        <w:t xml:space="preserve">technické kvalifikace </w:t>
      </w:r>
    </w:p>
    <w:p w:rsidR="00BC04C5" w:rsidRPr="002D1A2C" w:rsidRDefault="00A11996" w:rsidP="00BC04C5">
      <w:pPr>
        <w:pStyle w:val="Zhla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– Seznam významných služeb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E5335F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932565" w:rsidP="00E05BF1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05BF1">
              <w:rPr>
                <w:rFonts w:ascii="Arial" w:hAnsi="Arial" w:cs="Arial"/>
                <w:b/>
                <w:sz w:val="20"/>
                <w:szCs w:val="20"/>
              </w:rPr>
              <w:t>VZ3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9_2021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E05BF1">
              <w:rPr>
                <w:rFonts w:ascii="Arial" w:hAnsi="Arial" w:cs="Arial"/>
                <w:b/>
                <w:sz w:val="20"/>
                <w:szCs w:val="20"/>
              </w:rPr>
              <w:t>Bleskové a rychlé výzkumy pro potřeby zpravodajství</w:t>
            </w:r>
          </w:p>
        </w:tc>
      </w:tr>
      <w:tr w:rsidR="00E5335F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E5335F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32565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E5335F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93256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E5335F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3256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E5335F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3256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E5335F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932565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E5335F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5335F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5335F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5335F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5335F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5335F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E5335F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93256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93256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93256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686194" w:rsidRPr="00657AF1" w:rsidRDefault="00686194" w:rsidP="00686194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technickou kvalifikaci</w:t>
      </w:r>
      <w:r w:rsidRPr="00657AF1">
        <w:rPr>
          <w:rFonts w:ascii="Arial" w:hAnsi="Arial" w:cs="Arial"/>
          <w:sz w:val="20"/>
          <w:szCs w:val="20"/>
        </w:rPr>
        <w:t xml:space="preserve"> v rozsahu požadavků zadavatele uvedených v</w:t>
      </w:r>
      <w:r>
        <w:rPr>
          <w:rFonts w:ascii="Arial" w:hAnsi="Arial" w:cs="Arial"/>
          <w:sz w:val="20"/>
          <w:szCs w:val="20"/>
        </w:rPr>
        <w:t xml:space="preserve"> zadávací dokumentaci v </w:t>
      </w:r>
      <w:r w:rsidRPr="00657AF1">
        <w:rPr>
          <w:rFonts w:ascii="Arial" w:hAnsi="Arial" w:cs="Arial"/>
          <w:sz w:val="20"/>
          <w:szCs w:val="20"/>
        </w:rPr>
        <w:t>části B. Kvalifikace v čl. I</w:t>
      </w:r>
      <w:r>
        <w:rPr>
          <w:rFonts w:ascii="Arial" w:hAnsi="Arial" w:cs="Arial"/>
          <w:sz w:val="20"/>
          <w:szCs w:val="20"/>
        </w:rPr>
        <w:t>II.</w:t>
      </w:r>
      <w:r w:rsidRPr="00657AF1">
        <w:rPr>
          <w:rFonts w:ascii="Arial" w:hAnsi="Arial" w:cs="Arial"/>
          <w:sz w:val="20"/>
          <w:szCs w:val="20"/>
        </w:rPr>
        <w:t xml:space="preserve"> Technická kvalifikace § 79 ZZVZ</w:t>
      </w:r>
      <w:r>
        <w:rPr>
          <w:rFonts w:ascii="Arial" w:hAnsi="Arial" w:cs="Arial"/>
          <w:sz w:val="20"/>
          <w:szCs w:val="20"/>
        </w:rPr>
        <w:t xml:space="preserve">, v rámci </w:t>
      </w:r>
      <w:r w:rsidRPr="009B4A0E">
        <w:rPr>
          <w:rFonts w:ascii="Arial" w:hAnsi="Arial" w:cs="Arial"/>
          <w:b/>
          <w:sz w:val="20"/>
          <w:szCs w:val="20"/>
          <w:u w:val="single"/>
        </w:rPr>
        <w:t>odst. 1</w:t>
      </w:r>
      <w:r w:rsidRPr="009B4A0E">
        <w:rPr>
          <w:rFonts w:ascii="Arial" w:hAnsi="Arial" w:cs="Arial"/>
          <w:sz w:val="20"/>
          <w:szCs w:val="20"/>
          <w:u w:val="single"/>
        </w:rPr>
        <w:t xml:space="preserve"> </w:t>
      </w:r>
      <w:r w:rsidRPr="009B4A0E">
        <w:rPr>
          <w:rFonts w:ascii="Arial" w:hAnsi="Arial" w:cs="Arial"/>
          <w:b/>
          <w:sz w:val="20"/>
          <w:szCs w:val="20"/>
          <w:u w:val="single"/>
        </w:rPr>
        <w:t>Seznam významných služeb</w:t>
      </w:r>
      <w:r w:rsidRPr="00657AF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>
        <w:rPr>
          <w:rFonts w:ascii="Arial" w:hAnsi="Arial" w:cs="Arial"/>
          <w:sz w:val="20"/>
          <w:szCs w:val="20"/>
        </w:rPr>
        <w:t xml:space="preserve">služeb </w:t>
      </w:r>
      <w:r w:rsidRPr="00657AF1">
        <w:rPr>
          <w:rFonts w:ascii="Arial" w:hAnsi="Arial" w:cs="Arial"/>
          <w:sz w:val="20"/>
          <w:szCs w:val="20"/>
        </w:rPr>
        <w:t xml:space="preserve">realizovaných za poslední </w:t>
      </w:r>
      <w:r w:rsidR="002F4D23">
        <w:rPr>
          <w:rFonts w:ascii="Arial" w:hAnsi="Arial" w:cs="Arial"/>
          <w:sz w:val="20"/>
          <w:szCs w:val="20"/>
        </w:rPr>
        <w:t>3</w:t>
      </w:r>
      <w:r w:rsidRPr="00657AF1">
        <w:rPr>
          <w:rFonts w:ascii="Arial" w:hAnsi="Arial" w:cs="Arial"/>
          <w:sz w:val="20"/>
          <w:szCs w:val="20"/>
        </w:rPr>
        <w:t xml:space="preserve"> roky včetně uvedení </w:t>
      </w:r>
      <w:r>
        <w:rPr>
          <w:rFonts w:ascii="Arial" w:hAnsi="Arial" w:cs="Arial"/>
          <w:sz w:val="20"/>
          <w:szCs w:val="20"/>
        </w:rPr>
        <w:t>finančního objemu</w:t>
      </w:r>
      <w:r w:rsidRPr="00657AF1">
        <w:rPr>
          <w:rFonts w:ascii="Arial" w:hAnsi="Arial" w:cs="Arial"/>
          <w:sz w:val="20"/>
          <w:szCs w:val="20"/>
        </w:rPr>
        <w:t>, doby jejich poskytnutí</w:t>
      </w:r>
      <w:r>
        <w:rPr>
          <w:rFonts w:ascii="Arial" w:hAnsi="Arial" w:cs="Arial"/>
          <w:sz w:val="20"/>
          <w:szCs w:val="20"/>
        </w:rPr>
        <w:t>, rozsahu</w:t>
      </w:r>
      <w:r w:rsidRPr="00657AF1">
        <w:rPr>
          <w:rFonts w:ascii="Arial" w:hAnsi="Arial" w:cs="Arial"/>
          <w:sz w:val="20"/>
          <w:szCs w:val="20"/>
        </w:rPr>
        <w:t xml:space="preserve"> a identifikaci </w:t>
      </w:r>
      <w:r>
        <w:rPr>
          <w:rFonts w:ascii="Arial" w:hAnsi="Arial" w:cs="Arial"/>
          <w:sz w:val="20"/>
          <w:szCs w:val="20"/>
        </w:rPr>
        <w:t>objednatele</w:t>
      </w:r>
      <w:r w:rsidRPr="00657AF1">
        <w:rPr>
          <w:rFonts w:ascii="Arial" w:hAnsi="Arial" w:cs="Arial"/>
          <w:sz w:val="20"/>
          <w:szCs w:val="20"/>
        </w:rPr>
        <w:t>:</w:t>
      </w:r>
    </w:p>
    <w:p w:rsidR="00686194" w:rsidRPr="00447B8F" w:rsidRDefault="00686194" w:rsidP="00686194">
      <w:pPr>
        <w:pStyle w:val="Odstavecseseznamem"/>
        <w:rPr>
          <w:rFonts w:ascii="Arial" w:hAnsi="Arial" w:cs="Arial"/>
          <w:sz w:val="20"/>
          <w:szCs w:val="20"/>
        </w:rPr>
      </w:pPr>
    </w:p>
    <w:p w:rsidR="00686194" w:rsidRDefault="00686194" w:rsidP="00686194">
      <w:pPr>
        <w:pStyle w:val="Odstavecseseznamem"/>
        <w:rPr>
          <w:rFonts w:ascii="Arial" w:hAnsi="Arial" w:cs="Arial"/>
          <w:sz w:val="20"/>
          <w:szCs w:val="20"/>
        </w:rPr>
      </w:pPr>
    </w:p>
    <w:p w:rsidR="00686194" w:rsidRPr="000D3FF8" w:rsidRDefault="00686194" w:rsidP="00686194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0D3FF8">
        <w:rPr>
          <w:rFonts w:ascii="Arial" w:hAnsi="Arial" w:cs="Arial"/>
          <w:b/>
          <w:sz w:val="20"/>
          <w:szCs w:val="20"/>
        </w:rPr>
        <w:t>Referenční zakázka č. 1:</w:t>
      </w:r>
    </w:p>
    <w:p w:rsidR="00686194" w:rsidRPr="00447B8F" w:rsidRDefault="00686194" w:rsidP="00686194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86194" w:rsidRPr="00447B8F" w:rsidTr="00471486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194" w:rsidRPr="00447B8F" w:rsidTr="00471486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194" w:rsidRPr="00447B8F" w:rsidTr="0047148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poskytovaných služeb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194" w:rsidRPr="00447B8F" w:rsidTr="00471486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194" w:rsidRPr="00447B8F" w:rsidTr="0047148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686194" w:rsidRPr="00447B8F" w:rsidRDefault="00686194" w:rsidP="00471486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686194" w:rsidRDefault="00686194" w:rsidP="00686194">
      <w:pPr>
        <w:pStyle w:val="Odstavecseseznamem"/>
        <w:rPr>
          <w:rFonts w:ascii="Arial" w:hAnsi="Arial" w:cs="Arial"/>
          <w:sz w:val="20"/>
          <w:szCs w:val="20"/>
        </w:rPr>
      </w:pPr>
    </w:p>
    <w:p w:rsidR="00686194" w:rsidRDefault="00686194" w:rsidP="00686194">
      <w:pPr>
        <w:pStyle w:val="Odstavecseseznamem"/>
        <w:rPr>
          <w:rFonts w:ascii="Arial" w:hAnsi="Arial" w:cs="Arial"/>
          <w:sz w:val="20"/>
          <w:szCs w:val="20"/>
        </w:rPr>
      </w:pPr>
    </w:p>
    <w:p w:rsidR="00686194" w:rsidRPr="000D3FF8" w:rsidRDefault="00686194" w:rsidP="00686194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0D3FF8">
        <w:rPr>
          <w:rFonts w:ascii="Arial" w:hAnsi="Arial" w:cs="Arial"/>
          <w:b/>
          <w:sz w:val="20"/>
          <w:szCs w:val="20"/>
        </w:rPr>
        <w:t>Referenční zakázka č. 2:</w:t>
      </w:r>
    </w:p>
    <w:p w:rsidR="00686194" w:rsidRPr="00447B8F" w:rsidRDefault="00686194" w:rsidP="00686194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86194" w:rsidRPr="00447B8F" w:rsidTr="00471486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194" w:rsidRPr="00447B8F" w:rsidTr="00471486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194" w:rsidRPr="00447B8F" w:rsidTr="0047148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poskytovaných služeb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194" w:rsidRPr="00447B8F" w:rsidTr="00471486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</w:t>
            </w:r>
            <w:r>
              <w:rPr>
                <w:rFonts w:ascii="Arial" w:hAnsi="Arial" w:cs="Arial"/>
                <w:sz w:val="20"/>
                <w:szCs w:val="20"/>
              </w:rPr>
              <w:t>í objem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194" w:rsidRPr="00447B8F" w:rsidTr="0047148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686194" w:rsidRPr="00447B8F" w:rsidRDefault="00686194" w:rsidP="00471486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686194" w:rsidRDefault="00686194" w:rsidP="00686194">
      <w:pPr>
        <w:pStyle w:val="Odstavecseseznamem"/>
        <w:rPr>
          <w:rFonts w:ascii="Arial" w:hAnsi="Arial" w:cs="Arial"/>
          <w:sz w:val="20"/>
          <w:szCs w:val="20"/>
        </w:rPr>
      </w:pPr>
    </w:p>
    <w:p w:rsidR="00C05BC9" w:rsidRPr="000D3FF8" w:rsidRDefault="00C05BC9" w:rsidP="00C05BC9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0D3FF8">
        <w:rPr>
          <w:rFonts w:ascii="Arial" w:hAnsi="Arial" w:cs="Arial"/>
          <w:b/>
          <w:sz w:val="20"/>
          <w:szCs w:val="20"/>
        </w:rPr>
        <w:t xml:space="preserve">Referenční zakázka č. </w:t>
      </w:r>
      <w:r>
        <w:rPr>
          <w:rFonts w:ascii="Arial" w:hAnsi="Arial" w:cs="Arial"/>
          <w:b/>
          <w:sz w:val="20"/>
          <w:szCs w:val="20"/>
        </w:rPr>
        <w:t>3</w:t>
      </w:r>
      <w:r w:rsidRPr="000D3FF8">
        <w:rPr>
          <w:rFonts w:ascii="Arial" w:hAnsi="Arial" w:cs="Arial"/>
          <w:b/>
          <w:sz w:val="20"/>
          <w:szCs w:val="20"/>
        </w:rPr>
        <w:t>:</w:t>
      </w:r>
    </w:p>
    <w:p w:rsidR="00C05BC9" w:rsidRPr="00447B8F" w:rsidRDefault="00C05BC9" w:rsidP="00C05BC9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C05BC9" w:rsidRPr="00447B8F" w:rsidTr="000755D7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C05BC9" w:rsidRPr="00447B8F" w:rsidRDefault="00C05BC9" w:rsidP="000755D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05BC9" w:rsidRPr="00447B8F" w:rsidRDefault="00C05BC9" w:rsidP="000755D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05BC9" w:rsidRPr="00447B8F" w:rsidTr="000755D7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C05BC9" w:rsidRPr="00447B8F" w:rsidRDefault="00C05BC9" w:rsidP="000755D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05BC9" w:rsidRPr="00447B8F" w:rsidRDefault="00C05BC9" w:rsidP="000755D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05BC9" w:rsidRPr="00447B8F" w:rsidTr="000755D7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C05BC9" w:rsidRPr="00447B8F" w:rsidRDefault="00C05BC9" w:rsidP="000755D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poskytovaných služeb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05BC9" w:rsidRPr="00447B8F" w:rsidRDefault="00C05BC9" w:rsidP="000755D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05BC9" w:rsidRPr="00447B8F" w:rsidTr="000755D7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C05BC9" w:rsidRPr="00447B8F" w:rsidRDefault="00C05BC9" w:rsidP="000755D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</w:t>
            </w:r>
            <w:r>
              <w:rPr>
                <w:rFonts w:ascii="Arial" w:hAnsi="Arial" w:cs="Arial"/>
                <w:sz w:val="20"/>
                <w:szCs w:val="20"/>
              </w:rPr>
              <w:t>í objem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05BC9" w:rsidRPr="00447B8F" w:rsidRDefault="00C05BC9" w:rsidP="000755D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05BC9" w:rsidRPr="00447B8F" w:rsidTr="000755D7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C05BC9" w:rsidRPr="00447B8F" w:rsidRDefault="00C05BC9" w:rsidP="000755D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05BC9" w:rsidRPr="00447B8F" w:rsidRDefault="00C05BC9" w:rsidP="000755D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C05BC9" w:rsidRDefault="00C05BC9" w:rsidP="00C05BC9">
      <w:pPr>
        <w:pStyle w:val="Odstavecseseznamem"/>
        <w:rPr>
          <w:rFonts w:ascii="Arial" w:hAnsi="Arial" w:cs="Arial"/>
          <w:sz w:val="20"/>
          <w:szCs w:val="20"/>
        </w:rPr>
      </w:pPr>
    </w:p>
    <w:p w:rsidR="00C05BC9" w:rsidRDefault="00C05BC9" w:rsidP="00C05BC9">
      <w:pPr>
        <w:pStyle w:val="Odstavecseseznamem"/>
        <w:rPr>
          <w:rFonts w:ascii="Arial" w:hAnsi="Arial" w:cs="Arial"/>
          <w:sz w:val="20"/>
          <w:szCs w:val="20"/>
        </w:rPr>
      </w:pPr>
    </w:p>
    <w:p w:rsidR="00C05BC9" w:rsidRPr="000D3FF8" w:rsidRDefault="00C05BC9" w:rsidP="00C05BC9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0D3FF8">
        <w:rPr>
          <w:rFonts w:ascii="Arial" w:hAnsi="Arial" w:cs="Arial"/>
          <w:b/>
          <w:sz w:val="20"/>
          <w:szCs w:val="20"/>
        </w:rPr>
        <w:t xml:space="preserve">Referenční zakázka č. </w:t>
      </w:r>
      <w:r>
        <w:rPr>
          <w:rFonts w:ascii="Arial" w:hAnsi="Arial" w:cs="Arial"/>
          <w:b/>
          <w:sz w:val="20"/>
          <w:szCs w:val="20"/>
        </w:rPr>
        <w:t>4</w:t>
      </w:r>
      <w:r w:rsidRPr="000D3FF8">
        <w:rPr>
          <w:rFonts w:ascii="Arial" w:hAnsi="Arial" w:cs="Arial"/>
          <w:b/>
          <w:sz w:val="20"/>
          <w:szCs w:val="20"/>
        </w:rPr>
        <w:t>:</w:t>
      </w:r>
    </w:p>
    <w:p w:rsidR="00C05BC9" w:rsidRPr="00447B8F" w:rsidRDefault="00C05BC9" w:rsidP="00C05BC9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C05BC9" w:rsidRPr="00447B8F" w:rsidTr="000755D7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C05BC9" w:rsidRPr="00447B8F" w:rsidRDefault="00C05BC9" w:rsidP="000755D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05BC9" w:rsidRPr="00447B8F" w:rsidRDefault="00C05BC9" w:rsidP="000755D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05BC9" w:rsidRPr="00447B8F" w:rsidTr="000755D7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C05BC9" w:rsidRPr="00447B8F" w:rsidRDefault="00C05BC9" w:rsidP="000755D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05BC9" w:rsidRPr="00447B8F" w:rsidRDefault="00C05BC9" w:rsidP="000755D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05BC9" w:rsidRPr="00447B8F" w:rsidTr="000755D7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C05BC9" w:rsidRPr="00447B8F" w:rsidRDefault="00C05BC9" w:rsidP="000755D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poskytovaných služeb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05BC9" w:rsidRPr="00447B8F" w:rsidRDefault="00C05BC9" w:rsidP="000755D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05BC9" w:rsidRPr="00447B8F" w:rsidTr="000755D7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C05BC9" w:rsidRPr="00447B8F" w:rsidRDefault="00C05BC9" w:rsidP="000755D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</w:t>
            </w:r>
            <w:r>
              <w:rPr>
                <w:rFonts w:ascii="Arial" w:hAnsi="Arial" w:cs="Arial"/>
                <w:sz w:val="20"/>
                <w:szCs w:val="20"/>
              </w:rPr>
              <w:t>í objem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05BC9" w:rsidRPr="00447B8F" w:rsidRDefault="00C05BC9" w:rsidP="000755D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05BC9" w:rsidRPr="00447B8F" w:rsidTr="000755D7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C05BC9" w:rsidRPr="00447B8F" w:rsidRDefault="00C05BC9" w:rsidP="000755D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05BC9" w:rsidRPr="00447B8F" w:rsidRDefault="00C05BC9" w:rsidP="000755D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C05BC9" w:rsidRDefault="00C05BC9" w:rsidP="00C05BC9">
      <w:pPr>
        <w:pStyle w:val="Odstavecseseznamem"/>
        <w:rPr>
          <w:rFonts w:ascii="Arial" w:hAnsi="Arial" w:cs="Arial"/>
          <w:sz w:val="20"/>
          <w:szCs w:val="20"/>
        </w:rPr>
      </w:pPr>
    </w:p>
    <w:p w:rsidR="00C05BC9" w:rsidRDefault="00C05BC9" w:rsidP="00C05BC9">
      <w:pPr>
        <w:pStyle w:val="Odstavecseseznamem"/>
        <w:rPr>
          <w:rFonts w:ascii="Arial" w:hAnsi="Arial" w:cs="Arial"/>
          <w:sz w:val="20"/>
          <w:szCs w:val="20"/>
        </w:rPr>
      </w:pPr>
    </w:p>
    <w:p w:rsidR="00686194" w:rsidRDefault="00686194" w:rsidP="00686194">
      <w:pPr>
        <w:pStyle w:val="Odstavecseseznamem"/>
        <w:rPr>
          <w:rFonts w:ascii="Arial" w:hAnsi="Arial" w:cs="Arial"/>
          <w:sz w:val="20"/>
          <w:szCs w:val="20"/>
        </w:rPr>
      </w:pPr>
    </w:p>
    <w:p w:rsidR="00686194" w:rsidRPr="00601ED2" w:rsidRDefault="00686194" w:rsidP="00686194">
      <w:pPr>
        <w:autoSpaceDE w:val="0"/>
        <w:autoSpaceDN w:val="0"/>
        <w:adjustRightInd w:val="0"/>
        <w:ind w:left="624"/>
        <w:jc w:val="both"/>
        <w:rPr>
          <w:rFonts w:ascii="Arial" w:hAnsi="Arial" w:cs="Arial"/>
          <w:b/>
          <w:sz w:val="20"/>
          <w:szCs w:val="20"/>
        </w:rPr>
      </w:pPr>
      <w:r w:rsidRPr="000D3FF8">
        <w:rPr>
          <w:rFonts w:ascii="Arial" w:hAnsi="Arial" w:cs="Arial"/>
          <w:b/>
          <w:sz w:val="20"/>
          <w:szCs w:val="20"/>
        </w:rPr>
        <w:t xml:space="preserve">Referenční zakázka </w:t>
      </w:r>
      <w:r w:rsidRPr="00601ED2">
        <w:rPr>
          <w:rFonts w:ascii="Arial" w:hAnsi="Arial" w:cs="Arial"/>
          <w:b/>
          <w:sz w:val="20"/>
          <w:szCs w:val="20"/>
        </w:rPr>
        <w:t xml:space="preserve">č. </w:t>
      </w:r>
      <w:r w:rsidR="00FC34B4">
        <w:rPr>
          <w:rFonts w:ascii="Arial" w:hAnsi="Arial" w:cs="Arial"/>
          <w:b/>
          <w:sz w:val="20"/>
          <w:szCs w:val="20"/>
        </w:rPr>
        <w:t>5:</w:t>
      </w:r>
    </w:p>
    <w:p w:rsidR="00686194" w:rsidRPr="00447B8F" w:rsidRDefault="00686194" w:rsidP="00686194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86194" w:rsidRPr="00447B8F" w:rsidTr="00471486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194" w:rsidRPr="00447B8F" w:rsidTr="00471486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194" w:rsidRPr="00447B8F" w:rsidTr="0047148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poskytovaných služeb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194" w:rsidRPr="00447B8F" w:rsidTr="00471486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194" w:rsidRPr="00447B8F" w:rsidTr="0047148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686194" w:rsidRPr="00447B8F" w:rsidRDefault="00686194" w:rsidP="00471486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86194" w:rsidRPr="00447B8F" w:rsidRDefault="00686194" w:rsidP="0047148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686194" w:rsidRPr="00447B8F" w:rsidRDefault="00686194" w:rsidP="00686194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sectPr w:rsidR="00593E12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0F0" w:rsidRDefault="00D640F0">
      <w:r>
        <w:separator/>
      </w:r>
    </w:p>
  </w:endnote>
  <w:endnote w:type="continuationSeparator" w:id="0">
    <w:p w:rsidR="00D640F0" w:rsidRDefault="00D64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932565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0F0" w:rsidRDefault="00D640F0">
      <w:r>
        <w:separator/>
      </w:r>
    </w:p>
  </w:footnote>
  <w:footnote w:type="continuationSeparator" w:id="0">
    <w:p w:rsidR="00D640F0" w:rsidRDefault="00D640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93256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8100255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8E90A4C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1903C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67EE0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ECEC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BAE37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268C3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09CC4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AB8DE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974E6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6256EEE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D5EF6E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DDDE174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EE62A57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9CA4E0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0EC1A4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85E460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BC0379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22C06EC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396667F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1F23A7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B581A4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9F2372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1C87BD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4A4EEE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4FC238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B98797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DC8C932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F40285C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A0BAA96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F552DBA4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E38037E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A7CE304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941EBAF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63F4017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B120C5B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71BCD7F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FDFEC6B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DD80C8A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65C8349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9A0C2E9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8AE88FF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4686EBAA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77CEAD7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279CEED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9C62D04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978C52C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263AE99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A3685B2E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5D7E1A80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1FABB3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A4F837C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2DA2B78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6C654A2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38F46C7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5F94336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37D44510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3148EDE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3FE4910A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D720768A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15CC77E0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52086CEC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2FB4915A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91AE632A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B414D38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14322A7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7F4E2E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B1D26DE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8EF4C19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3100C5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4972199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AF5AAEE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5FC0CC0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1D5255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F2E9B5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400CEB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6B4B0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DD4BB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96D3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06C4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1E48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83C6D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C84D01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F60C1B2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6D1A19C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4CD29E6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3D10E19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FFA6437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12CDFF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608EB0E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AE00EC22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3C4A3A8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9D0F5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32868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9960A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6A033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AA19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76A09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0C8E0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36ACD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E4F2C850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2B0E37D4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3D52C7E6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4112C96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3782043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B8121E98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182EEB46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7A58ECB4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60C27106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9A843B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816065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074AF4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AB4AE5E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C82E3B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368CE98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4A96EC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D409A2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5B0D51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49CEE9BA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429AA13E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3AE84C8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3A38FE1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3CCCD46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69CF5A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1402F5D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EEF83B8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AB22CFE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3DAA0E5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31E210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CEC0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962AB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EE683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D5281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F9ECB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13EF2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80CD9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9266F9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BF4398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C1DE13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00A53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B307C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980EB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F70E3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73025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FCC2D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FA52A3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CD2247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363E6EC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72CEC3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B5898A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D405FD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36E2AB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1AE76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8E2120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3E60916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E4BC7F82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34BEC0D6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473C3972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52949048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8D2E8DAE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CEFE6E1E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EE80447E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22A8EEAA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9B2C672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30BE37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EEED2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88A5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AE7E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1B488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4CBB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332CA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D401A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C78CDD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447E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AA28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9086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52A8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EC2D1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0C34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EE75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3D225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CA2A42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BC2A7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85C0E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F4DD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167D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A4256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1058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1654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19E93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F0B4BD4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1D468D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56B7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B2600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51C79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76E6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180DC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F2AF6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B1065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2BBA0B5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F3002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E668B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9329D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1CB9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29446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2525B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A66A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1A8FD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0296A7F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95E2F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41A67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832AE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AD6C6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D6A6B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7888B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8ECE5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924E7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EBACCA46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9C108FA6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5E8A55B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233AADA2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CF069D7E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7590B652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F78A0E90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1EB8F442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1D468E4C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846230AC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A0E4ECD0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6C1610E6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97540484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9A842154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1278F24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AF1404F6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9416B9E0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54C229E0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7850FA72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85C20674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D63A0790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60028B70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B74C4BF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6436F568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461E54C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7910E6B8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A630136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06424A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C3260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DD4E3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67C0E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60C0C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61816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9CC6C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9D8A9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140D6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32C8A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B4838"/>
    <w:rsid w:val="000C25D2"/>
    <w:rsid w:val="000C2B97"/>
    <w:rsid w:val="000C35B0"/>
    <w:rsid w:val="000D20A0"/>
    <w:rsid w:val="000D3228"/>
    <w:rsid w:val="000E0300"/>
    <w:rsid w:val="000E0D9E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519D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0E47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4D23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03259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23D3"/>
    <w:rsid w:val="004D3B6F"/>
    <w:rsid w:val="004E1472"/>
    <w:rsid w:val="004E5527"/>
    <w:rsid w:val="004F14F4"/>
    <w:rsid w:val="004F265A"/>
    <w:rsid w:val="00501AB8"/>
    <w:rsid w:val="00502F6B"/>
    <w:rsid w:val="00503E1B"/>
    <w:rsid w:val="00511F15"/>
    <w:rsid w:val="00515B8D"/>
    <w:rsid w:val="00524391"/>
    <w:rsid w:val="00530405"/>
    <w:rsid w:val="0053598A"/>
    <w:rsid w:val="00543594"/>
    <w:rsid w:val="00546430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6C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1ED2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86194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85FBC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2565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1996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80D5D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5BC9"/>
    <w:rsid w:val="00C06178"/>
    <w:rsid w:val="00C16A23"/>
    <w:rsid w:val="00C17CCE"/>
    <w:rsid w:val="00C31699"/>
    <w:rsid w:val="00C32201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5C72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0F0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3CAF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BF1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35F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C34B4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3</Pages>
  <Words>394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2</cp:revision>
  <cp:lastPrinted>2018-04-18T10:56:00Z</cp:lastPrinted>
  <dcterms:created xsi:type="dcterms:W3CDTF">2021-12-07T13:21:00Z</dcterms:created>
  <dcterms:modified xsi:type="dcterms:W3CDTF">2021-12-07T13:21:00Z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